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8EB46-056D-4B33-AF93-F9A3B3FEEA23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